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C6C" w:rsidRPr="0028175A" w:rsidRDefault="00552C6C" w:rsidP="00451925">
      <w:pPr>
        <w:pStyle w:val="NewsletterBodyText"/>
        <w:spacing w:after="0" w:line="240" w:lineRule="auto"/>
        <w:jc w:val="center"/>
        <w:rPr>
          <w:rFonts w:ascii="Palatino Linotype" w:eastAsia="Gungsuh" w:hAnsi="Palatino Linotype" w:cs="Traditional Arabic"/>
          <w:b/>
          <w:color w:val="76923C"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left:0;text-align:left;margin-left:5in;margin-top:-27pt;width:176.85pt;height:96.7pt;z-index:-251658752;visibility:visible">
            <v:imagedata r:id="rId6" o:title=""/>
          </v:shape>
        </w:pict>
      </w:r>
      <w:r>
        <w:rPr>
          <w:noProof/>
        </w:rPr>
        <w:pict>
          <v:shape id="Picture 1" o:spid="_x0000_s1027" type="#_x0000_t75" style="position:absolute;left:0;text-align:left;margin-left:-54pt;margin-top:-27pt;width:176.85pt;height:96.7pt;z-index:-251659776;visibility:visible">
            <v:imagedata r:id="rId7" o:title=""/>
          </v:shape>
        </w:pict>
      </w:r>
      <w:r w:rsidRPr="0028175A">
        <w:rPr>
          <w:rFonts w:ascii="Palatino Linotype" w:eastAsia="Gungsuh" w:hAnsi="Palatino Linotype"/>
          <w:b/>
          <w:i/>
          <w:color w:val="669900"/>
          <w:sz w:val="48"/>
          <w:szCs w:val="48"/>
        </w:rPr>
        <w:t>By Divine Appointment</w:t>
      </w:r>
      <w:r w:rsidRPr="00915662">
        <w:rPr>
          <w:rFonts w:ascii="Palatino Linotype" w:hAnsi="Palatino Linotype"/>
          <w:i/>
          <w:color w:val="76923C"/>
          <w:sz w:val="20"/>
          <w:szCs w:val="20"/>
        </w:rPr>
        <w:br/>
      </w:r>
      <w:r w:rsidRPr="0028175A">
        <w:rPr>
          <w:rFonts w:ascii="Palatino Linotype" w:eastAsia="Gungsuh" w:hAnsi="Palatino Linotype" w:cs="Traditional Arabic"/>
          <w:b/>
          <w:color w:val="76923C"/>
          <w:sz w:val="20"/>
          <w:szCs w:val="20"/>
        </w:rPr>
        <w:t>4411 N. Cedar Suite 102, Fresno, CA 93726 Ph. 559-222-3410</w:t>
      </w:r>
      <w:bookmarkStart w:id="0" w:name="_GoBack"/>
      <w:bookmarkEnd w:id="0"/>
      <w:r w:rsidRPr="0028175A">
        <w:rPr>
          <w:rFonts w:ascii="Palatino Linotype" w:eastAsia="Gungsuh" w:hAnsi="Palatino Linotype" w:cs="Traditional Arabic"/>
          <w:b/>
          <w:color w:val="76923C"/>
          <w:sz w:val="20"/>
          <w:szCs w:val="20"/>
        </w:rPr>
        <w:t xml:space="preserve"> </w:t>
      </w:r>
    </w:p>
    <w:p w:rsidR="00552C6C" w:rsidRDefault="00552C6C" w:rsidP="00D226FD">
      <w:pPr>
        <w:pStyle w:val="NewsletterBodyText"/>
        <w:spacing w:line="240" w:lineRule="auto"/>
        <w:jc w:val="center"/>
        <w:rPr>
          <w:rFonts w:ascii="Bookman Old Style" w:hAnsi="Bookman Old Style"/>
          <w:b/>
          <w:i/>
          <w:color w:val="76923C"/>
          <w:sz w:val="20"/>
          <w:szCs w:val="20"/>
        </w:rPr>
      </w:pPr>
      <w:r>
        <w:rPr>
          <w:noProof/>
        </w:rPr>
        <w:pict>
          <v:line id="Straight Connector 5" o:spid="_x0000_s1028" style="position:absolute;left:0;text-align:left;z-index:251658752;visibility:visible" from="18pt,19.6pt" to="455.2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" strokecolor="#76923c" strokeweight="4.5pt">
            <v:stroke linestyle="thickThin"/>
          </v:line>
        </w:pict>
      </w:r>
      <w:r w:rsidRPr="0028175A">
        <w:rPr>
          <w:rFonts w:ascii="Palatino Linotype" w:eastAsia="Gungsuh" w:hAnsi="Palatino Linotype" w:cs="Traditional Arabic"/>
          <w:b/>
          <w:color w:val="76923C"/>
          <w:sz w:val="20"/>
          <w:szCs w:val="20"/>
        </w:rPr>
        <w:t>Fax: 559-213-3473 Email: divineappt4him@yahoo.com</w:t>
      </w:r>
      <w:r w:rsidRPr="0076145A">
        <w:rPr>
          <w:rFonts w:ascii="Palatino Linotype" w:eastAsia="Gungsuh" w:hAnsi="Palatino Linotype" w:cs="Traditional Arabic"/>
          <w:b/>
          <w:color w:val="76923C"/>
          <w:sz w:val="20"/>
          <w:szCs w:val="20"/>
        </w:rPr>
        <w:t xml:space="preserve"> </w:t>
      </w:r>
      <w:r w:rsidRPr="0076145A">
        <w:rPr>
          <w:rFonts w:ascii="Bookman Old Style" w:hAnsi="Bookman Old Style"/>
          <w:b/>
          <w:i/>
          <w:color w:val="76923C"/>
          <w:sz w:val="20"/>
          <w:szCs w:val="20"/>
        </w:rPr>
        <w:br/>
      </w:r>
    </w:p>
    <w:p w:rsidR="00552C6C" w:rsidRDefault="00552C6C" w:rsidP="0028175A">
      <w:pPr>
        <w:pStyle w:val="NewsletterBodyText"/>
        <w:tabs>
          <w:tab w:val="left" w:pos="3570"/>
        </w:tabs>
        <w:spacing w:line="240" w:lineRule="auto"/>
        <w:rPr>
          <w:rFonts w:ascii="Bookman Old Style" w:hAnsi="Bookman Old Style"/>
          <w:b/>
          <w:i/>
          <w:color w:val="76923C"/>
          <w:sz w:val="20"/>
          <w:szCs w:val="20"/>
        </w:rPr>
      </w:pPr>
      <w:r>
        <w:rPr>
          <w:rFonts w:ascii="Bookman Old Style" w:hAnsi="Bookman Old Style"/>
          <w:b/>
          <w:i/>
          <w:color w:val="76923C"/>
          <w:sz w:val="20"/>
          <w:szCs w:val="20"/>
        </w:rPr>
        <w:tab/>
      </w:r>
    </w:p>
    <w:p w:rsidR="00552C6C" w:rsidRPr="001D3914" w:rsidRDefault="00552C6C" w:rsidP="00915662"/>
    <w:p w:rsidR="00552C6C" w:rsidRDefault="00552C6C" w:rsidP="00D226FD">
      <w:pPr>
        <w:pStyle w:val="NewsletterBodyText"/>
        <w:spacing w:line="240" w:lineRule="auto"/>
        <w:jc w:val="center"/>
        <w:rPr>
          <w:rFonts w:ascii="Bookman Old Style" w:hAnsi="Bookman Old Style"/>
          <w:b/>
          <w:i/>
          <w:color w:val="76923C"/>
          <w:sz w:val="20"/>
          <w:szCs w:val="20"/>
        </w:rPr>
      </w:pPr>
    </w:p>
    <w:p w:rsidR="00552C6C" w:rsidRDefault="00552C6C" w:rsidP="00D226FD">
      <w:pPr>
        <w:pStyle w:val="NewsletterBodyText"/>
        <w:spacing w:line="240" w:lineRule="auto"/>
        <w:jc w:val="center"/>
        <w:rPr>
          <w:rFonts w:ascii="Bookman Old Style" w:hAnsi="Bookman Old Style"/>
          <w:b/>
          <w:i/>
          <w:color w:val="76923C"/>
          <w:sz w:val="20"/>
          <w:szCs w:val="20"/>
        </w:rPr>
      </w:pPr>
    </w:p>
    <w:p w:rsidR="00552C6C" w:rsidRPr="00671F4E" w:rsidRDefault="00552C6C" w:rsidP="00D226FD">
      <w:pPr>
        <w:pStyle w:val="NewsletterBodyText"/>
        <w:spacing w:line="240" w:lineRule="auto"/>
        <w:jc w:val="center"/>
        <w:rPr>
          <w:rFonts w:ascii="Bookman Old Style" w:hAnsi="Bookman Old Style"/>
          <w:b/>
          <w:bCs/>
          <w:i/>
          <w:color w:val="76923C"/>
          <w:sz w:val="20"/>
          <w:szCs w:val="20"/>
          <w:shd w:val="clear" w:color="auto" w:fill="FFFFFF"/>
        </w:rPr>
      </w:pPr>
    </w:p>
    <w:sectPr w:rsidR="00552C6C" w:rsidRPr="00671F4E" w:rsidSect="0028175A">
      <w:footerReference w:type="default" r:id="rId8"/>
      <w:pgSz w:w="12240" w:h="15840"/>
      <w:pgMar w:top="1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C6C" w:rsidRDefault="00552C6C" w:rsidP="00D226FD">
      <w:pPr>
        <w:spacing w:after="0" w:line="240" w:lineRule="auto"/>
      </w:pPr>
      <w:r>
        <w:separator/>
      </w:r>
    </w:p>
  </w:endnote>
  <w:endnote w:type="continuationSeparator" w:id="0">
    <w:p w:rsidR="00552C6C" w:rsidRDefault="00552C6C" w:rsidP="00D22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0A0"/>
    </w:tblPr>
    <w:tblGrid>
      <w:gridCol w:w="885"/>
      <w:gridCol w:w="8583"/>
    </w:tblGrid>
    <w:tr w:rsidR="00552C6C" w:rsidRPr="00BA1DFC">
      <w:tc>
        <w:tcPr>
          <w:tcW w:w="918" w:type="dxa"/>
          <w:tcBorders>
            <w:top w:val="single" w:sz="18" w:space="0" w:color="808080"/>
          </w:tcBorders>
        </w:tcPr>
        <w:p w:rsidR="00552C6C" w:rsidRPr="00BA1DFC" w:rsidRDefault="00552C6C">
          <w:pPr>
            <w:pStyle w:val="Footer"/>
            <w:jc w:val="right"/>
            <w:rPr>
              <w:b/>
              <w:bCs/>
              <w:color w:val="4F81BD"/>
              <w:sz w:val="32"/>
              <w:szCs w:val="32"/>
            </w:rPr>
          </w:pPr>
          <w:fldSimple w:instr=" PAGE   \* MERGEFORMAT ">
            <w:r w:rsidRPr="00085316">
              <w:rPr>
                <w:b/>
                <w:bCs/>
                <w:noProof/>
                <w:color w:val="4F81BD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  <w:tcBorders>
            <w:top w:val="single" w:sz="18" w:space="0" w:color="808080"/>
          </w:tcBorders>
        </w:tcPr>
        <w:p w:rsidR="00552C6C" w:rsidRPr="00451925" w:rsidRDefault="00552C6C" w:rsidP="00D226FD">
          <w:pPr>
            <w:pStyle w:val="NewsletterBodyText"/>
            <w:spacing w:line="240" w:lineRule="auto"/>
            <w:jc w:val="center"/>
            <w:rPr>
              <w:rFonts w:ascii="Palatino Linotype" w:eastAsia="Gungsuh" w:hAnsi="Palatino Linotype" w:cs="Traditional Arabic"/>
              <w:b/>
              <w:i/>
              <w:color w:val="4F6228"/>
              <w:sz w:val="24"/>
              <w:szCs w:val="24"/>
            </w:rPr>
          </w:pPr>
        </w:p>
        <w:p w:rsidR="00552C6C" w:rsidRPr="00D226FD" w:rsidRDefault="00552C6C" w:rsidP="00D226FD">
          <w:pPr>
            <w:pStyle w:val="NewsletterBodyText"/>
            <w:spacing w:after="0" w:line="240" w:lineRule="auto"/>
            <w:rPr>
              <w:rFonts w:ascii="Palatino Linotype" w:eastAsia="Gungsuh" w:hAnsi="Palatino Linotype" w:cs="Traditional Arabic"/>
              <w:b/>
              <w:color w:val="76923C"/>
            </w:rPr>
          </w:pPr>
          <w:r w:rsidRPr="00D226FD">
            <w:rPr>
              <w:rFonts w:ascii="Bookman Old Style" w:hAnsi="Bookman Old Style"/>
              <w:b/>
              <w:i/>
              <w:color w:val="76923C"/>
              <w:shd w:val="clear" w:color="auto" w:fill="FFFFFF"/>
            </w:rPr>
            <w:t>He saw that there was no man, And wondered that there was no</w:t>
          </w:r>
          <w:r w:rsidRPr="00D226FD">
            <w:rPr>
              <w:rStyle w:val="apple-converted-space"/>
              <w:rFonts w:ascii="Bookman Old Style" w:hAnsi="Bookman Old Style"/>
              <w:b/>
              <w:i/>
              <w:color w:val="76923C"/>
              <w:shd w:val="clear" w:color="auto" w:fill="FFFFFF"/>
            </w:rPr>
            <w:t> </w:t>
          </w:r>
          <w:r w:rsidRPr="00D226FD">
            <w:rPr>
              <w:rFonts w:ascii="Bookman Old Style" w:hAnsi="Bookman Old Style"/>
              <w:b/>
              <w:bCs/>
              <w:i/>
              <w:color w:val="76923C"/>
              <w:shd w:val="clear" w:color="auto" w:fill="FFFFFF"/>
            </w:rPr>
            <w:t>intercessor</w:t>
          </w:r>
          <w:r w:rsidRPr="00D226FD">
            <w:rPr>
              <w:rFonts w:ascii="Bookman Old Style" w:hAnsi="Bookman Old Style"/>
              <w:b/>
              <w:i/>
              <w:color w:val="76923C"/>
              <w:shd w:val="clear" w:color="auto" w:fill="FFFFFF"/>
            </w:rPr>
            <w:t>; Therefore His own arm brought salvation for Him; And His own righteousness, it sustained Him.</w:t>
          </w:r>
          <w:r w:rsidRPr="00D226FD">
            <w:rPr>
              <w:rFonts w:ascii="Palatino Linotype" w:eastAsia="Gungsuh" w:hAnsi="Palatino Linotype" w:cs="Traditional Arabic"/>
              <w:b/>
              <w:color w:val="76923C"/>
            </w:rPr>
            <w:t xml:space="preserve"> </w:t>
          </w:r>
        </w:p>
        <w:p w:rsidR="00552C6C" w:rsidRPr="00D226FD" w:rsidRDefault="00552C6C" w:rsidP="00D226FD">
          <w:pPr>
            <w:pStyle w:val="NewsletterBodyText"/>
            <w:spacing w:after="0" w:line="240" w:lineRule="auto"/>
            <w:rPr>
              <w:rFonts w:ascii="Bookman Old Style" w:hAnsi="Bookman Old Style"/>
              <w:b/>
              <w:bCs/>
              <w:i/>
              <w:color w:val="76923C"/>
              <w:sz w:val="20"/>
              <w:szCs w:val="20"/>
              <w:shd w:val="clear" w:color="auto" w:fill="FFFFFF"/>
            </w:rPr>
          </w:pPr>
          <w:hyperlink r:id="rId1" w:history="1">
            <w:r w:rsidRPr="00D226FD">
              <w:rPr>
                <w:rStyle w:val="Hyperlink"/>
                <w:rFonts w:ascii="Bookman Old Style" w:hAnsi="Bookman Old Style"/>
                <w:b/>
                <w:bCs/>
                <w:i/>
                <w:color w:val="76923C"/>
                <w:shd w:val="clear" w:color="auto" w:fill="FFFFFF"/>
              </w:rPr>
              <w:t>Isaiah 59:16</w:t>
            </w:r>
          </w:hyperlink>
        </w:p>
        <w:p w:rsidR="00552C6C" w:rsidRPr="00BA1DFC" w:rsidRDefault="00552C6C">
          <w:pPr>
            <w:pStyle w:val="Footer"/>
          </w:pPr>
        </w:p>
      </w:tc>
    </w:tr>
  </w:tbl>
  <w:p w:rsidR="00552C6C" w:rsidRDefault="00552C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C6C" w:rsidRDefault="00552C6C" w:rsidP="00D226FD">
      <w:pPr>
        <w:spacing w:after="0" w:line="240" w:lineRule="auto"/>
      </w:pPr>
      <w:r>
        <w:separator/>
      </w:r>
    </w:p>
  </w:footnote>
  <w:footnote w:type="continuationSeparator" w:id="0">
    <w:p w:rsidR="00552C6C" w:rsidRDefault="00552C6C" w:rsidP="00D226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6D3A"/>
    <w:rsid w:val="00085316"/>
    <w:rsid w:val="000E27F0"/>
    <w:rsid w:val="00186D3A"/>
    <w:rsid w:val="001D3914"/>
    <w:rsid w:val="0028175A"/>
    <w:rsid w:val="003F289C"/>
    <w:rsid w:val="003F77B4"/>
    <w:rsid w:val="00451925"/>
    <w:rsid w:val="004B6055"/>
    <w:rsid w:val="00552C6C"/>
    <w:rsid w:val="00565CA7"/>
    <w:rsid w:val="00627A32"/>
    <w:rsid w:val="00671F4E"/>
    <w:rsid w:val="00712F50"/>
    <w:rsid w:val="0076145A"/>
    <w:rsid w:val="008131EB"/>
    <w:rsid w:val="00840832"/>
    <w:rsid w:val="0086584F"/>
    <w:rsid w:val="008A7FA5"/>
    <w:rsid w:val="008D3BBE"/>
    <w:rsid w:val="00915662"/>
    <w:rsid w:val="00974E09"/>
    <w:rsid w:val="00A76176"/>
    <w:rsid w:val="00AE14D0"/>
    <w:rsid w:val="00B07D0C"/>
    <w:rsid w:val="00B3223B"/>
    <w:rsid w:val="00BA1DFC"/>
    <w:rsid w:val="00D226FD"/>
    <w:rsid w:val="00DA1688"/>
    <w:rsid w:val="00DC6EBE"/>
    <w:rsid w:val="00EB38F9"/>
    <w:rsid w:val="00F00551"/>
    <w:rsid w:val="00FD4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EBE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4B605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B6055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NewsletterBodyText">
    <w:name w:val="Newsletter Body Text"/>
    <w:basedOn w:val="Normal"/>
    <w:uiPriority w:val="99"/>
    <w:rsid w:val="00186D3A"/>
    <w:pPr>
      <w:spacing w:line="312" w:lineRule="auto"/>
    </w:pPr>
    <w:rPr>
      <w:rFonts w:ascii="Tahoma" w:eastAsia="Times New Roman" w:hAnsi="Tahoma"/>
      <w:spacing w:val="4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EB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38F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rsid w:val="00B3223B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B3223B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B3223B"/>
    <w:rPr>
      <w:rFonts w:cs="Times New Roman"/>
    </w:rPr>
  </w:style>
  <w:style w:type="character" w:customStyle="1" w:styleId="keywordresultextras">
    <w:name w:val="keywordresultextras"/>
    <w:basedOn w:val="DefaultParagraphFont"/>
    <w:uiPriority w:val="99"/>
    <w:rsid w:val="00B3223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22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226F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22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226F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41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1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1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1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41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41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413113">
                      <w:marLeft w:val="225"/>
                      <w:marRight w:val="225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4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1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1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1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iblegateway.com/passage/?search=Isaiah+59:16&amp;version=NKJ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21</Words>
  <Characters>122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 Divine Appointment</dc:title>
  <dc:subject/>
  <dc:creator>carilaw4him</dc:creator>
  <cp:keywords/>
  <dc:description/>
  <cp:lastModifiedBy>carilaw4him</cp:lastModifiedBy>
  <cp:revision>2</cp:revision>
  <cp:lastPrinted>2013-03-14T22:12:00Z</cp:lastPrinted>
  <dcterms:created xsi:type="dcterms:W3CDTF">2014-08-06T21:43:00Z</dcterms:created>
  <dcterms:modified xsi:type="dcterms:W3CDTF">2014-08-06T21:43:00Z</dcterms:modified>
</cp:coreProperties>
</file>